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45" w:rsidRPr="00FB00FA" w:rsidRDefault="001A3845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845" w:rsidRPr="00533862" w:rsidRDefault="001A3845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1A3845" w:rsidRPr="00106F15" w:rsidRDefault="001A3845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1A3845" w:rsidRPr="00106F15" w:rsidRDefault="001A3845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1A3845" w:rsidRPr="00106F15" w:rsidRDefault="001A3845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1A3845" w:rsidRPr="00533862" w:rsidRDefault="001A3845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1A3845" w:rsidRPr="00106F15" w:rsidRDefault="001A3845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1A3845" w:rsidRPr="00106F15" w:rsidRDefault="001A3845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1A3845" w:rsidRPr="00106F15" w:rsidRDefault="001A3845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326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A3845" w:rsidRPr="005A03FA" w:rsidTr="000C7CFC">
        <w:trPr>
          <w:jc w:val="center"/>
        </w:trPr>
        <w:tc>
          <w:tcPr>
            <w:tcW w:w="1063" w:type="dxa"/>
          </w:tcPr>
          <w:p w:rsidR="001A3845" w:rsidRPr="005A03FA" w:rsidRDefault="001A3845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A3845" w:rsidRPr="005A03FA" w:rsidRDefault="001A3845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ao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Antonio Carlos de Moraes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1A3845" w:rsidRPr="00691CF5" w:rsidRDefault="001A3845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3845" w:rsidRDefault="001A384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ao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Antonio Carlos de Moraes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do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Conselho de Pastores de Jacareí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1A3845" w:rsidRPr="00BF791A" w:rsidRDefault="001A384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1A3845" w:rsidRDefault="001A384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1A3845" w:rsidRDefault="001A384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1A3845" w:rsidRDefault="001A384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3845" w:rsidRDefault="001A384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3845" w:rsidRDefault="001A384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3845" w:rsidRPr="00A34F2C" w:rsidRDefault="001A384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A3845" w:rsidRDefault="001A384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1A3845" w:rsidRDefault="001A384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A3845" w:rsidRDefault="001A3845" w:rsidP="00E05DD5">
      <w:pPr>
        <w:jc w:val="center"/>
        <w:rPr>
          <w:rFonts w:ascii="Arial" w:hAnsi="Arial" w:cs="Arial"/>
        </w:rPr>
        <w:sectPr w:rsidR="001A3845" w:rsidSect="001A3845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1A3845" w:rsidRPr="00A34F2C" w:rsidRDefault="001A3845" w:rsidP="00E05DD5">
      <w:pPr>
        <w:jc w:val="center"/>
        <w:rPr>
          <w:rFonts w:ascii="Arial" w:hAnsi="Arial" w:cs="Arial"/>
        </w:rPr>
      </w:pPr>
    </w:p>
    <w:sectPr w:rsidR="001A3845" w:rsidRPr="00A34F2C" w:rsidSect="001A3845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F90" w:rsidRDefault="00852F90">
      <w:r>
        <w:separator/>
      </w:r>
    </w:p>
  </w:endnote>
  <w:endnote w:type="continuationSeparator" w:id="0">
    <w:p w:rsidR="00852F90" w:rsidRDefault="0085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845" w:rsidRPr="00144FFF" w:rsidRDefault="001A3845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845" w:rsidRPr="00150EE2" w:rsidRDefault="001A3845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F90" w:rsidRDefault="00852F90">
      <w:r>
        <w:separator/>
      </w:r>
    </w:p>
  </w:footnote>
  <w:footnote w:type="continuationSeparator" w:id="0">
    <w:p w:rsidR="00852F90" w:rsidRDefault="00852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845" w:rsidRDefault="001A3845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1A3845" w:rsidRPr="00317C1A" w:rsidRDefault="001A3845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3845" w:rsidRPr="00EB04D6" w:rsidRDefault="001A384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1A3845" w:rsidRPr="00EB04D6" w:rsidRDefault="001A384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3845" w:rsidRPr="00F73DA3" w:rsidRDefault="001A3845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1A3845" w:rsidRPr="00F73DA3" w:rsidRDefault="001A3845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1A3845" w:rsidRPr="00F73DA3" w:rsidRDefault="001A3845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1A3845" w:rsidRPr="00F73DA3" w:rsidRDefault="001A3845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3845" w:rsidRDefault="001A384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845" w:rsidRDefault="001A3845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3845" w:rsidRPr="00EB04D6" w:rsidRDefault="001A384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1A3845" w:rsidRPr="00EB04D6" w:rsidRDefault="001A384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3845" w:rsidRPr="00F73DA3" w:rsidRDefault="001A3845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1A3845" w:rsidRPr="00F73DA3" w:rsidRDefault="001A3845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1A3845" w:rsidRPr="00F73DA3" w:rsidRDefault="001A3845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1A3845" w:rsidRPr="00F73DA3" w:rsidRDefault="001A3845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FA8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3845"/>
    <w:rsid w:val="001A7FA8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F90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2A208-5351-43AD-BC16-41A199178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2018-08-13T13:29:00Z</dcterms:created>
  <dcterms:modified xsi:type="dcterms:W3CDTF">2018-08-13T13:29:00Z</dcterms:modified>
</cp:coreProperties>
</file>